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71C" w:rsidRPr="0073571C" w:rsidRDefault="005E4B67" w:rsidP="005E4B67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5E4B67" w:rsidRPr="005E4B67" w:rsidRDefault="005E4B67" w:rsidP="005E4B67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5E4B67" w:rsidRPr="005E4B67" w:rsidRDefault="005E4B67" w:rsidP="005E4B67">
      <w:pPr>
        <w:pStyle w:val="Nadpis5"/>
        <w:spacing w:before="120"/>
      </w:pPr>
      <w:r w:rsidRPr="005E4B67">
        <w:t>Účastník: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5E4B67" w:rsidRPr="005E4B67" w:rsidRDefault="005E4B67" w:rsidP="00BC11E5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</w:r>
      <w:r w:rsidR="00BC11E5">
        <w:t>…………</w:t>
      </w:r>
    </w:p>
    <w:p w:rsidR="005E4B67" w:rsidRPr="00065FD9" w:rsidRDefault="005E4B67" w:rsidP="006D2BB5">
      <w:pPr>
        <w:spacing w:before="240" w:after="0"/>
      </w:pPr>
      <w:r w:rsidRPr="005E4B67">
        <w:t xml:space="preserve">který podává nabídku na </w:t>
      </w:r>
      <w:r w:rsidRPr="0056064C">
        <w:t xml:space="preserve">sektorovou veřejnou zakázku s názvem </w:t>
      </w:r>
      <w:bookmarkStart w:id="0" w:name="_Toc403053768"/>
      <w:r w:rsidRPr="0056064C">
        <w:rPr>
          <w:b/>
        </w:rPr>
        <w:t>„</w:t>
      </w:r>
      <w:bookmarkEnd w:id="0"/>
      <w:r w:rsidR="0056064C" w:rsidRPr="0056064C">
        <w:rPr>
          <w:b/>
        </w:rPr>
        <w:t xml:space="preserve">Obsluha sociálních zařízení v </w:t>
      </w:r>
      <w:bookmarkStart w:id="1" w:name="_GoBack"/>
      <w:r w:rsidR="0056064C" w:rsidRPr="00065FD9">
        <w:rPr>
          <w:b/>
        </w:rPr>
        <w:t>žst. Benešov u Prahy, Nymburk hl.n., Lysá n. Labem, Poděbrady, Praha-Holešovice, Praha-Smíchov</w:t>
      </w:r>
      <w:r w:rsidRPr="00065FD9">
        <w:rPr>
          <w:b/>
        </w:rPr>
        <w:t>“</w:t>
      </w:r>
      <w:r w:rsidRPr="00065FD9">
        <w:t xml:space="preserve">, č.j. </w:t>
      </w:r>
      <w:r w:rsidR="00065FD9" w:rsidRPr="00065FD9">
        <w:t>52688</w:t>
      </w:r>
      <w:r w:rsidRPr="00065FD9">
        <w:t>/2019-SŽDC-OŘ PHA-OVZ tímto čestně prohlašuje, že je účastníkem, který</w:t>
      </w:r>
    </w:p>
    <w:p w:rsidR="005E4B67" w:rsidRPr="005E4B67" w:rsidRDefault="005E4B67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065FD9">
        <w:t>a)</w:t>
      </w:r>
      <w:r w:rsidR="00BC11E5" w:rsidRPr="00065FD9">
        <w:tab/>
      </w:r>
      <w:r w:rsidRPr="00065FD9">
        <w:t xml:space="preserve">nebyl v zemi svého sídla v posledních 5 letech před zahájením </w:t>
      </w:r>
      <w:bookmarkEnd w:id="1"/>
      <w:r w:rsidRPr="005E4B67">
        <w:t xml:space="preserve">zadávacího řízení pravomocně odsouzen pro trestný čin uvedený v </w:t>
      </w:r>
      <w:hyperlink r:id="rId12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 w:rsidR="00BC11E5">
        <w:t>zeným odsouzením se nepřihlíží.</w:t>
      </w:r>
    </w:p>
    <w:p w:rsidR="005E4B67" w:rsidRPr="005E4B67" w:rsidRDefault="005E4B67" w:rsidP="00756DB0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5E4B67" w:rsidRPr="005E4B67" w:rsidRDefault="005E4B67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 w:rsidR="00BC11E5">
        <w:tab/>
      </w:r>
      <w:r w:rsidRPr="005E4B67">
        <w:t xml:space="preserve">nemá v České republice nebo v zemi svého sídla v evidenci daní zachycen splatný daňový nedoplatek, </w:t>
      </w:r>
    </w:p>
    <w:p w:rsidR="005E4B67" w:rsidRPr="005E4B67" w:rsidRDefault="00BC11E5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="005E4B67" w:rsidRPr="005E4B67">
        <w:t xml:space="preserve">nemá v České republice nebo v zemi svého sídla splatný nedoplatek na pojistném nebo na penále na veřejné zdravotní pojištění, </w:t>
      </w:r>
    </w:p>
    <w:p w:rsidR="005E4B67" w:rsidRPr="005E4B67" w:rsidRDefault="005E4B67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 w:rsidR="00BC11E5"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5E4B67" w:rsidRPr="005E4B67" w:rsidRDefault="00BC11E5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="005E4B67"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5E4B67" w:rsidRPr="005E4B67" w:rsidRDefault="005E4B67" w:rsidP="00756DB0">
      <w:pPr>
        <w:tabs>
          <w:tab w:val="num" w:pos="360"/>
        </w:tabs>
        <w:ind w:left="360"/>
      </w:pP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</w:p>
    <w:p w:rsidR="005E4B67" w:rsidRPr="005E4B67" w:rsidRDefault="006D2BB5" w:rsidP="00756DB0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  <w:r w:rsidRPr="005E4B67">
        <w:t>Jméno a podpis osoby oprávněné jednat jménem či za účastníka</w:t>
      </w:r>
    </w:p>
    <w:p w:rsidR="009F392E" w:rsidRPr="0073571C" w:rsidRDefault="009F392E" w:rsidP="005E4B67">
      <w:pPr>
        <w:overflowPunct w:val="0"/>
        <w:autoSpaceDE w:val="0"/>
        <w:autoSpaceDN w:val="0"/>
        <w:spacing w:after="0"/>
        <w:rPr>
          <w:rFonts w:cs="Arial"/>
        </w:rPr>
      </w:pPr>
    </w:p>
    <w:sectPr w:rsidR="009F392E" w:rsidRPr="0073571C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8BE" w:rsidRDefault="00C438BE" w:rsidP="00962258">
      <w:pPr>
        <w:spacing w:after="0" w:line="240" w:lineRule="auto"/>
      </w:pPr>
      <w:r>
        <w:separator/>
      </w:r>
    </w:p>
  </w:endnote>
  <w:endnote w:type="continuationSeparator" w:id="0">
    <w:p w:rsidR="00C438BE" w:rsidRDefault="00C438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811AB0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4B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8B6452">
            <w:fldChar w:fldCharType="begin"/>
          </w:r>
          <w:r w:rsidR="008B6452">
            <w:instrText xml:space="preserve"> NUMPAGES   \* MERGEFORMAT </w:instrText>
          </w:r>
          <w:r w:rsidR="008B6452">
            <w:fldChar w:fldCharType="separate"/>
          </w:r>
          <w:r w:rsidR="008B6452" w:rsidRPr="008B6452">
            <w:rPr>
              <w:rStyle w:val="slostrnky"/>
              <w:noProof/>
            </w:rPr>
            <w:t>1</w:t>
          </w:r>
          <w:r w:rsidR="008B6452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DF2681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7F992C56" wp14:editId="3246CF1C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6184465A" wp14:editId="2A8BDB17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811AB0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645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8B6452">
            <w:fldChar w:fldCharType="begin"/>
          </w:r>
          <w:r w:rsidR="008B6452">
            <w:instrText xml:space="preserve"> NUMPAGES   \* MERGEFORMAT </w:instrText>
          </w:r>
          <w:r w:rsidR="008B6452">
            <w:fldChar w:fldCharType="separate"/>
          </w:r>
          <w:r w:rsidR="008B6452" w:rsidRPr="008B6452">
            <w:rPr>
              <w:rStyle w:val="slostrnky"/>
              <w:noProof/>
            </w:rPr>
            <w:t>1</w:t>
          </w:r>
          <w:r w:rsidR="008B6452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73571C" w:rsidP="00460660">
          <w:pPr>
            <w:pStyle w:val="Zpat"/>
          </w:pPr>
          <w:r>
            <w:t>Oblastní ředitelství Praha</w:t>
          </w:r>
        </w:p>
        <w:p w:rsidR="0073571C" w:rsidRDefault="0073571C" w:rsidP="00460660">
          <w:pPr>
            <w:pStyle w:val="Zpat"/>
          </w:pPr>
          <w:r>
            <w:t>Partyzánská 24</w:t>
          </w:r>
        </w:p>
        <w:p w:rsidR="0073571C" w:rsidRDefault="0073571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DF268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77CE8DD9" wp14:editId="4A24AC5A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7BF4CF89" wp14:editId="79CAA89C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8BE" w:rsidRDefault="00C438BE" w:rsidP="00962258">
      <w:pPr>
        <w:spacing w:after="0" w:line="240" w:lineRule="auto"/>
      </w:pPr>
      <w:r>
        <w:separator/>
      </w:r>
    </w:p>
  </w:footnote>
  <w:footnote w:type="continuationSeparator" w:id="0">
    <w:p w:rsidR="00C438BE" w:rsidRDefault="00C438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7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87"/>
      <w:gridCol w:w="3523"/>
      <w:gridCol w:w="5807"/>
    </w:tblGrid>
    <w:tr w:rsidR="00F1715C" w:rsidTr="00A0299A">
      <w:trPr>
        <w:trHeight w:hRule="exact" w:val="566"/>
      </w:trPr>
      <w:tc>
        <w:tcPr>
          <w:tcW w:w="1387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523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807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A0299A">
      <w:trPr>
        <w:trHeight w:hRule="exact" w:val="651"/>
      </w:trPr>
      <w:tc>
        <w:tcPr>
          <w:tcW w:w="1387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523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807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68"/>
    <w:rsid w:val="00065FD9"/>
    <w:rsid w:val="00072C1E"/>
    <w:rsid w:val="000E23A7"/>
    <w:rsid w:val="0010693F"/>
    <w:rsid w:val="00114472"/>
    <w:rsid w:val="001550BC"/>
    <w:rsid w:val="001605B9"/>
    <w:rsid w:val="00161BC8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649CA"/>
    <w:rsid w:val="00486107"/>
    <w:rsid w:val="00491827"/>
    <w:rsid w:val="004A2568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6064C"/>
    <w:rsid w:val="005736B7"/>
    <w:rsid w:val="00575E5A"/>
    <w:rsid w:val="005E4B67"/>
    <w:rsid w:val="005F1404"/>
    <w:rsid w:val="0061068E"/>
    <w:rsid w:val="00660AD3"/>
    <w:rsid w:val="006670BB"/>
    <w:rsid w:val="00677B7F"/>
    <w:rsid w:val="006A5570"/>
    <w:rsid w:val="006A689C"/>
    <w:rsid w:val="006B3D79"/>
    <w:rsid w:val="006D2BB5"/>
    <w:rsid w:val="006D7AFE"/>
    <w:rsid w:val="006E0578"/>
    <w:rsid w:val="006E314D"/>
    <w:rsid w:val="00710723"/>
    <w:rsid w:val="00723ED1"/>
    <w:rsid w:val="0073571C"/>
    <w:rsid w:val="00743525"/>
    <w:rsid w:val="00756DB0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1AB0"/>
    <w:rsid w:val="008659F3"/>
    <w:rsid w:val="00886D4B"/>
    <w:rsid w:val="00895406"/>
    <w:rsid w:val="008A3568"/>
    <w:rsid w:val="008B6452"/>
    <w:rsid w:val="008D03B9"/>
    <w:rsid w:val="008D2627"/>
    <w:rsid w:val="008F18D6"/>
    <w:rsid w:val="00904780"/>
    <w:rsid w:val="00916D4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299A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C11E5"/>
    <w:rsid w:val="00BD7E91"/>
    <w:rsid w:val="00C02D0A"/>
    <w:rsid w:val="00C03A6E"/>
    <w:rsid w:val="00C438BE"/>
    <w:rsid w:val="00C44F6A"/>
    <w:rsid w:val="00C47AE3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DF2681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4A63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locha\V&#353;e%20k%20vyps&#225;n&#237;%20z&#225;loha\NOV&#201;%20LOGO\_V&#353;e%20k%20vyps&#225;n&#237;%20VZ%20od%201.2.2019%20E-ZAK\Hotov&#233;\&#268;P%20o%20spln&#283;n&#237;%20z&#225;kladn&#237;%20zp&#367;sobilosti%20&#167;74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31D463F-1EFD-4078-8654-0324AD962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ČP o splnění základní způsobilosti §74</Template>
  <TotalTime>1</TotalTime>
  <Pages>1</Pages>
  <Words>245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Stejskal Pavel, Ing.</dc:creator>
  <cp:lastModifiedBy>Stradiot Kateřina</cp:lastModifiedBy>
  <cp:revision>5</cp:revision>
  <cp:lastPrinted>2019-11-04T10:17:00Z</cp:lastPrinted>
  <dcterms:created xsi:type="dcterms:W3CDTF">2019-04-09T04:21:00Z</dcterms:created>
  <dcterms:modified xsi:type="dcterms:W3CDTF">2019-11-04T10:17:00Z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